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63D" w:rsidRDefault="00821106" w:rsidP="00071B35">
      <w:pPr>
        <w:pStyle w:val="Heading1"/>
      </w:pPr>
      <w:bookmarkStart w:id="0" w:name="_GoBack"/>
      <w:bookmarkEnd w:id="0"/>
      <w:r>
        <w:t>6 Techniques for Increasing Your Motivation</w:t>
      </w:r>
    </w:p>
    <w:p w:rsidR="00071B35" w:rsidRDefault="00071B35" w:rsidP="00071B35"/>
    <w:p w:rsidR="00D31D2F" w:rsidRDefault="00821106" w:rsidP="00071B35">
      <w:r>
        <w:t>Motivation sounds simple enough. It is what inspires us to get things done. However, the actual source of our motivation is often a mystery. While it is something that just about everyone feels is important, it is something that we never quite get around t</w:t>
      </w:r>
      <w:r>
        <w:t xml:space="preserve">o analyzing in depth. </w:t>
      </w:r>
      <w:r w:rsidR="00644CB8">
        <w:t>As it turns out, six primary types of motivation can trigger you to get moving when you need an extra kick in the pants.</w:t>
      </w:r>
    </w:p>
    <w:p w:rsidR="00644CB8" w:rsidRDefault="00644CB8" w:rsidP="00071B35"/>
    <w:p w:rsidR="00644CB8" w:rsidRDefault="00821106" w:rsidP="00071B35">
      <w:pPr>
        <w:rPr>
          <w:b/>
        </w:rPr>
      </w:pPr>
      <w:r>
        <w:rPr>
          <w:b/>
        </w:rPr>
        <w:t>Rewards</w:t>
      </w:r>
    </w:p>
    <w:p w:rsidR="005E1D32" w:rsidRDefault="00821106" w:rsidP="00071B35">
      <w:r>
        <w:t>Rewards are simple; the motivate you by promising something you desire if you accomplish the goals you'v</w:t>
      </w:r>
      <w:r>
        <w:t xml:space="preserve">e set out to achieve. It is essentially the process of seeing and envisioning your new life with that specific reward that will get you to accomplish what you are avoiding. </w:t>
      </w:r>
      <w:r w:rsidR="00BA254E">
        <w:t xml:space="preserve">You can set up a reward system to help you stay motivated when it comes to getting things done. </w:t>
      </w:r>
    </w:p>
    <w:p w:rsidR="00BA254E" w:rsidRDefault="00BA254E" w:rsidP="00071B35"/>
    <w:p w:rsidR="00BA254E" w:rsidRDefault="00821106" w:rsidP="00071B35">
      <w:pPr>
        <w:rPr>
          <w:b/>
        </w:rPr>
      </w:pPr>
      <w:r>
        <w:rPr>
          <w:b/>
        </w:rPr>
        <w:t>Fear</w:t>
      </w:r>
    </w:p>
    <w:p w:rsidR="001D4A33" w:rsidRDefault="00821106" w:rsidP="00071B35">
      <w:r>
        <w:t xml:space="preserve">You can utilize fear, in relatively the same way as you do a system of rewards. While they approach motivation from different angles, the principle behind the two is essentially the same. With fear, however, you envision a future where </w:t>
      </w:r>
      <w:r>
        <w:t xml:space="preserve">we have to deal with something unpleasant. We become motivated to accomplish our goals because we want to avoid that unwelcome future. </w:t>
      </w:r>
    </w:p>
    <w:p w:rsidR="00C723BB" w:rsidRDefault="00C723BB" w:rsidP="00071B35"/>
    <w:p w:rsidR="00C723BB" w:rsidRDefault="00821106" w:rsidP="00071B35">
      <w:pPr>
        <w:rPr>
          <w:b/>
        </w:rPr>
      </w:pPr>
      <w:r>
        <w:rPr>
          <w:b/>
        </w:rPr>
        <w:t>Achievement</w:t>
      </w:r>
    </w:p>
    <w:p w:rsidR="003620FC" w:rsidRDefault="00821106" w:rsidP="00071B35">
      <w:r>
        <w:t>This is a variant of the rewards technique. Having a sense of accomplishment can be impressive in and of th</w:t>
      </w:r>
      <w:r>
        <w:t>emselves. We are naturally drawn to challenges, so by thinking of the achievement that we can gain by accomplishing our goals can motivate us to get up and moving.</w:t>
      </w:r>
    </w:p>
    <w:p w:rsidR="00F50219" w:rsidRDefault="00F50219" w:rsidP="00071B35"/>
    <w:p w:rsidR="00F50219" w:rsidRDefault="00821106" w:rsidP="00071B35">
      <w:pPr>
        <w:rPr>
          <w:b/>
        </w:rPr>
      </w:pPr>
      <w:r>
        <w:rPr>
          <w:b/>
        </w:rPr>
        <w:t>Growth</w:t>
      </w:r>
    </w:p>
    <w:p w:rsidR="00F50219" w:rsidRDefault="00821106" w:rsidP="00071B35">
      <w:r>
        <w:t>Some of the activities that we participate in can result in us improving in some way</w:t>
      </w:r>
      <w:r>
        <w:t xml:space="preserve"> merely by doing them. While these tasks can sometimes be difficult, when we see ourselves growing and developing, it can be extremely appealing and motivating.</w:t>
      </w:r>
    </w:p>
    <w:p w:rsidR="006D63F8" w:rsidRDefault="006D63F8" w:rsidP="00071B35"/>
    <w:p w:rsidR="006D63F8" w:rsidRDefault="00821106" w:rsidP="00071B35">
      <w:pPr>
        <w:rPr>
          <w:b/>
        </w:rPr>
      </w:pPr>
      <w:r>
        <w:rPr>
          <w:b/>
        </w:rPr>
        <w:t>Power</w:t>
      </w:r>
    </w:p>
    <w:p w:rsidR="006D63F8" w:rsidRDefault="00821106" w:rsidP="00071B35">
      <w:r>
        <w:lastRenderedPageBreak/>
        <w:t xml:space="preserve">Sometimes our goals will result in more control for ourselves and increasing the domain </w:t>
      </w:r>
      <w:r>
        <w:t>that we have over others. This is both a reward and a variation on the growth technique, but it holds its own unique appeal. Many people can be extremely motivated by the idea of gaining more power over others.</w:t>
      </w:r>
    </w:p>
    <w:p w:rsidR="00D14B8E" w:rsidRDefault="00D14B8E" w:rsidP="00071B35"/>
    <w:p w:rsidR="00D14B8E" w:rsidRDefault="00821106" w:rsidP="00071B35">
      <w:pPr>
        <w:rPr>
          <w:b/>
        </w:rPr>
      </w:pPr>
      <w:r>
        <w:rPr>
          <w:b/>
        </w:rPr>
        <w:t>Social Factors</w:t>
      </w:r>
    </w:p>
    <w:p w:rsidR="00D14B8E" w:rsidRDefault="00821106" w:rsidP="00071B35">
      <w:r>
        <w:t xml:space="preserve">This includes the motivation </w:t>
      </w:r>
      <w:r>
        <w:t xml:space="preserve">that we might feel to do something that will impress those around us, or avoid humiliation. </w:t>
      </w:r>
      <w:r w:rsidR="00DB5857">
        <w:t xml:space="preserve">It combines both the reward and fear techniques, which makes this an incredibly powerful motivation technique. </w:t>
      </w:r>
    </w:p>
    <w:p w:rsidR="00DB5857" w:rsidRDefault="00DB5857" w:rsidP="00071B35"/>
    <w:p w:rsidR="00DB5857" w:rsidRPr="00D14B8E" w:rsidRDefault="00821106" w:rsidP="00071B35">
      <w:r>
        <w:t>Understanding these six motivation techniques can h</w:t>
      </w:r>
      <w:r>
        <w:t xml:space="preserve">elp you increase your motivation starting today. </w:t>
      </w:r>
    </w:p>
    <w:sectPr w:rsidR="00DB5857" w:rsidRPr="00D14B8E" w:rsidSect="00660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BF2"/>
    <w:rsid w:val="00071B35"/>
    <w:rsid w:val="000730D2"/>
    <w:rsid w:val="001D4A33"/>
    <w:rsid w:val="00223A5D"/>
    <w:rsid w:val="002D6BF2"/>
    <w:rsid w:val="003620FC"/>
    <w:rsid w:val="005E1D32"/>
    <w:rsid w:val="0064063D"/>
    <w:rsid w:val="00644CB8"/>
    <w:rsid w:val="00660AAD"/>
    <w:rsid w:val="006D63F8"/>
    <w:rsid w:val="007A491F"/>
    <w:rsid w:val="00821106"/>
    <w:rsid w:val="00BA254E"/>
    <w:rsid w:val="00C723BB"/>
    <w:rsid w:val="00D14B8E"/>
    <w:rsid w:val="00D31D2F"/>
    <w:rsid w:val="00D6041B"/>
    <w:rsid w:val="00DB5857"/>
    <w:rsid w:val="00ED7616"/>
    <w:rsid w:val="00F5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  <w15:docId w15:val="{86E61C36-3B9E-FF49-8EEB-48F2FA40D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616"/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7616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7616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7616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7616"/>
    <w:rPr>
      <w:rFonts w:ascii="Arial" w:eastAsiaTheme="majorEastAsia" w:hAnsi="Arial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ianeemer/Library/Group%20Containers/UBF8T346G9.Office/User%20Content.localized/Templates.localized/Unstoppable%20Profi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Unstoppable Profits.dotx</Template>
  <TotalTime>1</TotalTime>
  <Pages>2</Pages>
  <Words>404</Words>
  <Characters>1983</Characters>
  <Application>Microsoft Office Word</Application>
  <DocSecurity>0</DocSecurity>
  <Lines>52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</cp:revision>
  <dcterms:created xsi:type="dcterms:W3CDTF">2018-11-24T22:04:00Z</dcterms:created>
  <dcterms:modified xsi:type="dcterms:W3CDTF">2018-11-24T22:04:00Z</dcterms:modified>
  <cp:category/>
</cp:coreProperties>
</file>